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C22" w:rsidRDefault="007D5C22" w:rsidP="00D20149">
      <w:pPr>
        <w:jc w:val="center"/>
        <w:rPr>
          <w:b/>
          <w:bCs/>
          <w:sz w:val="48"/>
          <w:szCs w:val="48"/>
        </w:rPr>
      </w:pPr>
    </w:p>
    <w:p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:rsidR="00D20149" w:rsidRPr="00950B62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sdt>
      <w:sdtPr>
        <w:rPr>
          <w:b/>
          <w:bCs/>
          <w:sz w:val="36"/>
          <w:szCs w:val="36"/>
          <w:lang w:val="en-US"/>
        </w:rPr>
        <w:alias w:val="Projekt"/>
        <w:tag w:val="Projekt"/>
        <w:id w:val="-324589082"/>
        <w:placeholder>
          <w:docPart w:val="58255279766048A481BD79562242A7BA"/>
        </w:placeholder>
      </w:sdtPr>
      <w:sdtEndPr>
        <w:rPr>
          <w:sz w:val="48"/>
          <w:szCs w:val="48"/>
        </w:rPr>
      </w:sdtEndPr>
      <w:sdtContent>
        <w:p w:rsidR="00D20149" w:rsidRPr="00950B62" w:rsidRDefault="005177C5" w:rsidP="009A38BA">
          <w:pPr>
            <w:jc w:val="center"/>
            <w:rPr>
              <w:color w:val="808080"/>
              <w:lang w:val="en-US"/>
            </w:rPr>
          </w:pPr>
          <w:r w:rsidRPr="005177C5">
            <w:rPr>
              <w:b/>
              <w:bCs/>
              <w:sz w:val="36"/>
              <w:szCs w:val="36"/>
              <w:lang w:val="en-US"/>
            </w:rPr>
            <w:t>Diag</w:t>
          </w:r>
          <w:r w:rsidR="00884634">
            <w:rPr>
              <w:b/>
              <w:bCs/>
              <w:sz w:val="36"/>
              <w:szCs w:val="36"/>
              <w:lang w:val="en-US"/>
            </w:rPr>
            <w:t>nostic Rev.</w:t>
          </w:r>
          <w:bookmarkStart w:id="0" w:name="_GoBack"/>
          <w:bookmarkEnd w:id="0"/>
          <w:r w:rsidRPr="005177C5">
            <w:rPr>
              <w:b/>
              <w:bCs/>
              <w:sz w:val="36"/>
              <w:szCs w:val="36"/>
              <w:lang w:val="en-US"/>
            </w:rPr>
            <w:t xml:space="preserve"> 586220 Harness - Cassette Port</w:t>
          </w:r>
        </w:p>
      </w:sdtContent>
    </w:sdt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5177C5">
        <w:rPr>
          <w:sz w:val="36"/>
          <w:szCs w:val="36"/>
          <w:lang w:val="en-US"/>
        </w:rPr>
        <w:t>114</w:t>
      </w:r>
    </w:p>
    <w:p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5177C5">
        <w:rPr>
          <w:sz w:val="36"/>
          <w:szCs w:val="36"/>
          <w:lang w:val="en-US"/>
        </w:rPr>
        <w:t>0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5177C5">
        <w:rPr>
          <w:sz w:val="36"/>
          <w:szCs w:val="36"/>
          <w:lang w:val="en-US"/>
        </w:rPr>
        <w:t>28.02.2019</w:t>
      </w: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C5"/>
    <w:rsid w:val="00394953"/>
    <w:rsid w:val="005177C5"/>
    <w:rsid w:val="0070552A"/>
    <w:rsid w:val="007D5C22"/>
    <w:rsid w:val="00884634"/>
    <w:rsid w:val="00923FE4"/>
    <w:rsid w:val="00950B62"/>
    <w:rsid w:val="009A38BA"/>
    <w:rsid w:val="00B510DA"/>
    <w:rsid w:val="00D20149"/>
    <w:rsid w:val="00D34CBC"/>
    <w:rsid w:val="00EA3C1A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876D"/>
  <w15:chartTrackingRefBased/>
  <w15:docId w15:val="{6A95D0C6-C8DF-4E4C-ADC4-68DD882B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255279766048A481BD79562242A7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72D1A9-77DE-4630-A05E-6E7DCE87D969}"/>
      </w:docPartPr>
      <w:docPartBody>
        <w:p w:rsidR="001D4E34" w:rsidRDefault="001D4E34">
          <w:pPr>
            <w:pStyle w:val="58255279766048A481BD79562242A7BA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E34"/>
    <w:rsid w:val="001D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8255279766048A481BD79562242A7BA">
    <w:name w:val="58255279766048A481BD79562242A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FFDA9-3F02-4A53-B674-C2FBBF0B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2</cp:revision>
  <dcterms:created xsi:type="dcterms:W3CDTF">2019-02-28T19:35:00Z</dcterms:created>
  <dcterms:modified xsi:type="dcterms:W3CDTF">2019-03-01T07:33:00Z</dcterms:modified>
</cp:coreProperties>
</file>